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AFF" w:rsidRPr="00F914B7" w:rsidRDefault="005C7AFF" w:rsidP="00A82042">
      <w:pPr>
        <w:jc w:val="right"/>
        <w:rPr>
          <w:rFonts w:ascii="Calibri" w:hAnsi="Calibri" w:cs="Calibri"/>
          <w:sz w:val="16"/>
          <w:szCs w:val="16"/>
        </w:rPr>
      </w:pPr>
      <w:bookmarkStart w:id="0" w:name="_GoBack"/>
      <w:bookmarkEnd w:id="0"/>
    </w:p>
    <w:p w:rsidR="005C7AFF" w:rsidRPr="00F914B7" w:rsidRDefault="005C7AFF" w:rsidP="00A82042">
      <w:pPr>
        <w:jc w:val="right"/>
        <w:rPr>
          <w:rFonts w:ascii="Calibri" w:hAnsi="Calibri" w:cs="Calibri"/>
          <w:sz w:val="16"/>
          <w:szCs w:val="16"/>
        </w:rPr>
      </w:pPr>
    </w:p>
    <w:tbl>
      <w:tblPr>
        <w:tblW w:w="10346"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0571"/>
      </w:tblGrid>
      <w:tr w:rsidR="00A82042" w:rsidRPr="00A82042" w:rsidTr="00A82042">
        <w:trPr>
          <w:trHeight w:val="721"/>
          <w:jc w:val="center"/>
        </w:trPr>
        <w:tc>
          <w:tcPr>
            <w:tcW w:w="10346" w:type="dxa"/>
            <w:tcBorders>
              <w:top w:val="nil"/>
              <w:left w:val="nil"/>
              <w:bottom w:val="nil"/>
              <w:right w:val="nil"/>
            </w:tcBorders>
          </w:tcPr>
          <w:p w:rsidR="00A82042" w:rsidRPr="00A82042" w:rsidRDefault="00A82042" w:rsidP="00A82042">
            <w:pPr>
              <w:jc w:val="right"/>
              <w:rPr>
                <w:b/>
                <w:lang w:val="en-US" w:eastAsia="en-US"/>
              </w:rPr>
            </w:pPr>
            <w:r w:rsidRPr="00A82042">
              <w:rPr>
                <w:b/>
                <w:lang w:eastAsia="en-US"/>
              </w:rPr>
              <w:t xml:space="preserve">Anexa 7 </w:t>
            </w:r>
          </w:p>
          <w:p w:rsidR="00A82042" w:rsidRPr="00A82042" w:rsidRDefault="00A82042" w:rsidP="00A82042">
            <w:pPr>
              <w:jc w:val="center"/>
              <w:rPr>
                <w:b/>
                <w:lang w:eastAsia="en-US"/>
              </w:rPr>
            </w:pPr>
            <w:r w:rsidRPr="00A82042">
              <w:rPr>
                <w:b/>
                <w:lang w:eastAsia="en-US"/>
              </w:rPr>
              <w:t>DECLARAŢIE</w:t>
            </w:r>
          </w:p>
          <w:p w:rsidR="00A82042" w:rsidRPr="00A82042" w:rsidRDefault="00A82042" w:rsidP="00A82042">
            <w:pPr>
              <w:jc w:val="center"/>
              <w:rPr>
                <w:b/>
                <w:lang w:eastAsia="en-US"/>
              </w:rPr>
            </w:pPr>
            <w:r w:rsidRPr="00A82042">
              <w:rPr>
                <w:b/>
                <w:lang w:eastAsia="en-US"/>
              </w:rPr>
              <w:t xml:space="preserve">privind </w:t>
            </w:r>
            <w:r w:rsidR="00DF50B1">
              <w:rPr>
                <w:b/>
                <w:lang w:eastAsia="en-US"/>
              </w:rPr>
              <w:t>nedeductibilitatea</w:t>
            </w:r>
            <w:r w:rsidRPr="00A82042">
              <w:rPr>
                <w:b/>
                <w:lang w:eastAsia="en-US"/>
              </w:rPr>
              <w:t xml:space="preserve"> TVA aferentă cheltuielilor ce vor fi efectuate în cadrul proiectului propus spre finanțare din instrumente structurale</w:t>
            </w:r>
          </w:p>
          <w:p w:rsidR="00A82042" w:rsidRPr="00A82042" w:rsidRDefault="00A82042" w:rsidP="00A82042">
            <w:pPr>
              <w:jc w:val="center"/>
              <w:rPr>
                <w:b/>
                <w:lang w:eastAsia="en-US"/>
              </w:rPr>
            </w:pPr>
          </w:p>
          <w:p w:rsidR="00A82042" w:rsidRPr="00A82042" w:rsidRDefault="00A82042" w:rsidP="00A82042">
            <w:pPr>
              <w:jc w:val="both"/>
              <w:rPr>
                <w:lang w:eastAsia="en-US"/>
              </w:rPr>
            </w:pPr>
          </w:p>
        </w:tc>
      </w:tr>
      <w:tr w:rsidR="00A82042" w:rsidRPr="00A82042" w:rsidTr="00A82042">
        <w:trPr>
          <w:trHeight w:val="177"/>
          <w:jc w:val="center"/>
        </w:trPr>
        <w:tc>
          <w:tcPr>
            <w:tcW w:w="10346" w:type="dxa"/>
            <w:tcBorders>
              <w:top w:val="nil"/>
              <w:left w:val="nil"/>
              <w:bottom w:val="nil"/>
              <w:right w:val="nil"/>
            </w:tcBorders>
          </w:tcPr>
          <w:p w:rsidR="00A82042" w:rsidRPr="00A82042" w:rsidRDefault="00A82042" w:rsidP="00A82042">
            <w:pPr>
              <w:rPr>
                <w:lang w:eastAsia="en-US"/>
              </w:rPr>
            </w:pPr>
          </w:p>
          <w:p w:rsidR="00A82042" w:rsidRPr="00A82042" w:rsidRDefault="00A82042" w:rsidP="00A82042">
            <w:pPr>
              <w:rPr>
                <w:lang w:eastAsia="en-US"/>
              </w:rPr>
            </w:pPr>
          </w:p>
        </w:tc>
      </w:tr>
      <w:tr w:rsidR="00A82042" w:rsidRPr="00A82042" w:rsidTr="00A82042">
        <w:trPr>
          <w:trHeight w:val="166"/>
          <w:jc w:val="center"/>
        </w:trPr>
        <w:tc>
          <w:tcPr>
            <w:tcW w:w="10346" w:type="dxa"/>
            <w:tcBorders>
              <w:top w:val="nil"/>
              <w:left w:val="nil"/>
              <w:bottom w:val="single" w:sz="6" w:space="0" w:color="000000"/>
              <w:right w:val="nil"/>
            </w:tcBorders>
          </w:tcPr>
          <w:p w:rsidR="00A82042" w:rsidRPr="00A82042" w:rsidRDefault="00A82042" w:rsidP="00A82042">
            <w:pPr>
              <w:rPr>
                <w:lang w:eastAsia="en-US"/>
              </w:rPr>
            </w:pPr>
            <w:r w:rsidRPr="00A82042">
              <w:rPr>
                <w:lang w:eastAsia="en-US"/>
              </w:rPr>
              <w:t>    A. </w:t>
            </w:r>
            <w:r w:rsidRPr="00A82042">
              <w:rPr>
                <w:b/>
                <w:lang w:eastAsia="en-US"/>
              </w:rPr>
              <w:t>Datele de identificare a persoanei juridice</w:t>
            </w:r>
          </w:p>
        </w:tc>
      </w:tr>
      <w:tr w:rsidR="00A82042" w:rsidRPr="00A82042" w:rsidTr="00A82042">
        <w:trPr>
          <w:trHeight w:val="4070"/>
          <w:jc w:val="center"/>
        </w:trPr>
        <w:tc>
          <w:tcPr>
            <w:tcW w:w="10346"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rFonts w:ascii="Times New Roman" w:hAnsi="Times New Roman"/>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6781"/>
              <w:gridCol w:w="182"/>
              <w:gridCol w:w="182"/>
              <w:gridCol w:w="182"/>
              <w:gridCol w:w="228"/>
              <w:gridCol w:w="228"/>
              <w:gridCol w:w="228"/>
              <w:gridCol w:w="228"/>
              <w:gridCol w:w="209"/>
              <w:gridCol w:w="228"/>
              <w:gridCol w:w="228"/>
            </w:tblGrid>
            <w:tr w:rsidR="00A82042" w:rsidRPr="00A82042" w:rsidTr="00183F78">
              <w:trPr>
                <w:trHeight w:val="166"/>
              </w:trPr>
              <w:tc>
                <w:tcPr>
                  <w:tcW w:w="6781"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09"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r>
          </w:tbl>
          <w:p w:rsidR="00A82042" w:rsidRPr="00A82042" w:rsidRDefault="00A82042" w:rsidP="00A82042">
            <w:pPr>
              <w:rPr>
                <w:lang w:eastAsia="en-US"/>
              </w:rPr>
            </w:pPr>
            <w:r w:rsidRPr="00A82042">
              <w:rPr>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134"/>
              <w:gridCol w:w="8414"/>
            </w:tblGrid>
            <w:tr w:rsidR="00A82042" w:rsidRPr="00A82042" w:rsidTr="00183F78">
              <w:trPr>
                <w:trHeight w:val="166"/>
              </w:trPr>
              <w:tc>
                <w:tcPr>
                  <w:tcW w:w="2134"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r>
          </w:tbl>
          <w:p w:rsidR="00A82042" w:rsidRPr="00A82042" w:rsidRDefault="00A82042" w:rsidP="00A82042">
            <w:pPr>
              <w:rPr>
                <w:lang w:eastAsia="en-US"/>
              </w:rPr>
            </w:pPr>
          </w:p>
          <w:p w:rsidR="00A82042" w:rsidRPr="00A82042" w:rsidRDefault="00A82042" w:rsidP="00A82042">
            <w:pPr>
              <w:rPr>
                <w:lang w:eastAsia="en-US"/>
              </w:rPr>
            </w:pPr>
            <w:r w:rsidRPr="00A82042">
              <w:rPr>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47"/>
              <w:gridCol w:w="1547"/>
              <w:gridCol w:w="2733"/>
              <w:gridCol w:w="1152"/>
              <w:gridCol w:w="2733"/>
              <w:gridCol w:w="1548"/>
            </w:tblGrid>
            <w:tr w:rsidR="00A82042" w:rsidRPr="00A82042" w:rsidTr="00183F78">
              <w:trPr>
                <w:trHeight w:val="177"/>
              </w:trPr>
              <w:tc>
                <w:tcPr>
                  <w:tcW w:w="747"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733"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733"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r>
          </w:tbl>
          <w:p w:rsidR="00A82042" w:rsidRPr="00A82042" w:rsidRDefault="00A82042" w:rsidP="00A82042">
            <w:pPr>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68"/>
              <w:gridCol w:w="368"/>
              <w:gridCol w:w="1631"/>
              <w:gridCol w:w="586"/>
              <w:gridCol w:w="1207"/>
              <w:gridCol w:w="1207"/>
              <w:gridCol w:w="2447"/>
              <w:gridCol w:w="2447"/>
            </w:tblGrid>
            <w:tr w:rsidR="00A82042" w:rsidRPr="00A82042" w:rsidTr="00A82042">
              <w:trPr>
                <w:trHeight w:val="166"/>
              </w:trPr>
              <w:tc>
                <w:tcPr>
                  <w:tcW w:w="568"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Ap.</w:t>
                  </w:r>
                </w:p>
              </w:tc>
              <w:tc>
                <w:tcPr>
                  <w:tcW w:w="36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1631"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1207"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447"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r>
          </w:tbl>
          <w:p w:rsidR="00A82042" w:rsidRPr="00A82042" w:rsidRDefault="00A82042" w:rsidP="00A82042">
            <w:pPr>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25"/>
              <w:gridCol w:w="1515"/>
              <w:gridCol w:w="2676"/>
              <w:gridCol w:w="2676"/>
              <w:gridCol w:w="2869"/>
            </w:tblGrid>
            <w:tr w:rsidR="00A82042" w:rsidRPr="00A82042" w:rsidTr="00183F78">
              <w:trPr>
                <w:trHeight w:val="166"/>
              </w:trPr>
              <w:tc>
                <w:tcPr>
                  <w:tcW w:w="725"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676"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869" w:type="dxa"/>
                  <w:tcBorders>
                    <w:top w:val="nil"/>
                    <w:left w:val="single" w:sz="6" w:space="0" w:color="000000"/>
                    <w:bottom w:val="nil"/>
                    <w:right w:val="nil"/>
                  </w:tcBorders>
                </w:tcPr>
                <w:p w:rsidR="00A82042" w:rsidRPr="00A82042" w:rsidRDefault="00A82042" w:rsidP="00A82042">
                  <w:pPr>
                    <w:rPr>
                      <w:lang w:eastAsia="en-US"/>
                    </w:rPr>
                  </w:pPr>
                  <w:r w:rsidRPr="00A82042">
                    <w:rPr>
                      <w:lang w:eastAsia="en-US"/>
                    </w:rPr>
                    <w:t>                               </w:t>
                  </w:r>
                </w:p>
              </w:tc>
            </w:tr>
          </w:tbl>
          <w:p w:rsidR="00A82042" w:rsidRPr="00A82042" w:rsidRDefault="00A82042" w:rsidP="00A82042">
            <w:pPr>
              <w:rPr>
                <w:lang w:eastAsia="en-US"/>
              </w:rPr>
            </w:pPr>
          </w:p>
        </w:tc>
      </w:tr>
    </w:tbl>
    <w:p w:rsidR="00A82042" w:rsidRPr="00A82042" w:rsidRDefault="00A82042" w:rsidP="00A82042">
      <w:pPr>
        <w:tabs>
          <w:tab w:val="center" w:pos="4320"/>
          <w:tab w:val="right" w:pos="8640"/>
        </w:tabs>
        <w:jc w:val="center"/>
        <w:rPr>
          <w:lang w:eastAsia="en-US"/>
        </w:rPr>
      </w:pPr>
    </w:p>
    <w:tbl>
      <w:tblPr>
        <w:tblW w:w="10632" w:type="dxa"/>
        <w:tblInd w:w="-426"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825"/>
        <w:gridCol w:w="4487"/>
        <w:gridCol w:w="4320"/>
      </w:tblGrid>
      <w:tr w:rsidR="00A82042" w:rsidRPr="00A82042" w:rsidTr="00A82042">
        <w:trPr>
          <w:trHeight w:val="267"/>
        </w:trPr>
        <w:tc>
          <w:tcPr>
            <w:tcW w:w="10632" w:type="dxa"/>
            <w:gridSpan w:val="3"/>
            <w:tcBorders>
              <w:top w:val="nil"/>
              <w:left w:val="nil"/>
              <w:bottom w:val="nil"/>
              <w:right w:val="nil"/>
            </w:tcBorders>
          </w:tcPr>
          <w:p w:rsidR="00A82042" w:rsidRDefault="00A82042" w:rsidP="00A82042">
            <w:pPr>
              <w:rPr>
                <w:b/>
                <w:lang w:eastAsia="en-US"/>
              </w:rPr>
            </w:pPr>
          </w:p>
          <w:p w:rsidR="00A82042" w:rsidRDefault="00A82042" w:rsidP="00A82042">
            <w:pPr>
              <w:rPr>
                <w:b/>
                <w:lang w:eastAsia="en-US"/>
              </w:rPr>
            </w:pPr>
          </w:p>
          <w:p w:rsidR="00A82042" w:rsidRPr="00A82042" w:rsidRDefault="00A82042" w:rsidP="00A82042">
            <w:pPr>
              <w:rPr>
                <w:b/>
                <w:lang w:eastAsia="en-US"/>
              </w:rPr>
            </w:pPr>
            <w:r w:rsidRPr="00A82042">
              <w:rPr>
                <w:b/>
                <w:lang w:eastAsia="en-US"/>
              </w:rPr>
              <w:t>    B. Datele de identificare a proiectului</w:t>
            </w:r>
          </w:p>
        </w:tc>
      </w:tr>
      <w:tr w:rsidR="00A82042" w:rsidRPr="00A82042" w:rsidTr="00A82042">
        <w:trPr>
          <w:trHeight w:val="3564"/>
        </w:trPr>
        <w:tc>
          <w:tcPr>
            <w:tcW w:w="10632" w:type="dxa"/>
            <w:gridSpan w:val="3"/>
            <w:tcBorders>
              <w:top w:val="nil"/>
              <w:left w:val="nil"/>
              <w:bottom w:val="nil"/>
              <w:right w:val="nil"/>
            </w:tcBorders>
          </w:tcPr>
          <w:tbl>
            <w:tblPr>
              <w:tblW w:w="10632"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632"/>
            </w:tblGrid>
            <w:tr w:rsidR="00A82042" w:rsidRPr="00A82042" w:rsidTr="00A82042">
              <w:trPr>
                <w:trHeight w:val="1287"/>
              </w:trPr>
              <w:tc>
                <w:tcPr>
                  <w:tcW w:w="10632" w:type="dxa"/>
                  <w:tcBorders>
                    <w:top w:val="nil"/>
                    <w:left w:val="nil"/>
                    <w:bottom w:val="nil"/>
                    <w:right w:val="single" w:sz="6" w:space="0" w:color="000000"/>
                  </w:tcBorders>
                </w:tcPr>
                <w:tbl>
                  <w:tblPr>
                    <w:tblpPr w:leftFromText="180" w:rightFromText="180" w:vertAnchor="text" w:tblpY="1"/>
                    <w:tblOverlap w:val="neve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A82042" w:rsidRPr="00A82042" w:rsidTr="00A82042">
                    <w:trPr>
                      <w:trHeight w:val="871"/>
                    </w:trPr>
                    <w:tc>
                      <w:tcPr>
                        <w:tcW w:w="10620" w:type="dxa"/>
                      </w:tcPr>
                      <w:p w:rsidR="00A82042" w:rsidRPr="00A82042" w:rsidRDefault="00A82042" w:rsidP="00A82042">
                        <w:pPr>
                          <w:ind w:right="481"/>
                          <w:rPr>
                            <w:b/>
                            <w:lang w:eastAsia="ro-RO"/>
                          </w:rPr>
                        </w:pPr>
                      </w:p>
                      <w:p w:rsidR="00A82042" w:rsidRPr="00A82042" w:rsidRDefault="00A82042" w:rsidP="00A82042">
                        <w:pPr>
                          <w:ind w:right="481"/>
                          <w:rPr>
                            <w:b/>
                            <w:lang w:eastAsia="ro-RO"/>
                          </w:rPr>
                        </w:pPr>
                        <w:r w:rsidRPr="00A82042">
                          <w:rPr>
                            <w:b/>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5"/>
                        </w:tblGrid>
                        <w:tr w:rsidR="00A82042" w:rsidRPr="00A82042" w:rsidTr="00A82042">
                          <w:trPr>
                            <w:trHeight w:val="115"/>
                          </w:trPr>
                          <w:tc>
                            <w:tcPr>
                              <w:tcW w:w="6915" w:type="dxa"/>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2"/>
                        </w:tblGrid>
                        <w:tr w:rsidR="00A82042" w:rsidRPr="00A82042" w:rsidTr="00A82042">
                          <w:trPr>
                            <w:trHeight w:val="115"/>
                            <w:jc w:val="right"/>
                          </w:trPr>
                          <w:tc>
                            <w:tcPr>
                              <w:tcW w:w="6962" w:type="dxa"/>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r w:rsidRPr="00A82042">
                          <w:rPr>
                            <w:b/>
                            <w:lang w:eastAsia="ro-RO"/>
                          </w:rPr>
                          <w:t xml:space="preserve">Numele programului </w:t>
                        </w:r>
                      </w:p>
                      <w:p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6"/>
                        </w:tblGrid>
                        <w:tr w:rsidR="00A82042" w:rsidRPr="00A82042" w:rsidTr="00A82042">
                          <w:trPr>
                            <w:trHeight w:val="115"/>
                            <w:jc w:val="right"/>
                          </w:trPr>
                          <w:tc>
                            <w:tcPr>
                              <w:tcW w:w="6916" w:type="dxa"/>
                              <w:shd w:val="clear" w:color="auto" w:fill="auto"/>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r w:rsidRPr="00A82042">
                          <w:rPr>
                            <w:b/>
                            <w:lang w:eastAsia="ro-RO"/>
                          </w:rPr>
                          <w:t>Prioritate de investiție</w:t>
                        </w:r>
                      </w:p>
                      <w:p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22"/>
                        </w:tblGrid>
                        <w:tr w:rsidR="00A82042" w:rsidRPr="00A82042" w:rsidTr="00A82042">
                          <w:trPr>
                            <w:trHeight w:val="115"/>
                            <w:jc w:val="right"/>
                          </w:trPr>
                          <w:tc>
                            <w:tcPr>
                              <w:tcW w:w="6922" w:type="dxa"/>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r w:rsidRPr="00A82042">
                          <w:rPr>
                            <w:b/>
                            <w:lang w:eastAsia="ro-RO"/>
                          </w:rPr>
                          <w:t>Acțiunea</w:t>
                        </w:r>
                      </w:p>
                      <w:p w:rsidR="00A82042" w:rsidRPr="00A82042" w:rsidRDefault="00A82042" w:rsidP="00A82042">
                        <w:pPr>
                          <w:ind w:right="481"/>
                          <w:rPr>
                            <w:b/>
                            <w:lang w:eastAsia="ro-RO"/>
                          </w:rPr>
                        </w:pPr>
                      </w:p>
                      <w:tbl>
                        <w:tblPr>
                          <w:tblpPr w:leftFromText="180" w:rightFromText="180" w:vertAnchor="text" w:tblpX="347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5"/>
                        </w:tblGrid>
                        <w:tr w:rsidR="00A82042" w:rsidRPr="00A82042" w:rsidTr="00A82042">
                          <w:trPr>
                            <w:trHeight w:val="115"/>
                          </w:trPr>
                          <w:tc>
                            <w:tcPr>
                              <w:tcW w:w="6945" w:type="dxa"/>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r w:rsidRPr="00A82042">
                          <w:rPr>
                            <w:b/>
                            <w:lang w:eastAsia="ro-RO"/>
                          </w:rPr>
                          <w:t xml:space="preserve">Data depunerii operațiunii    </w:t>
                        </w:r>
                      </w:p>
                      <w:p w:rsidR="00A82042" w:rsidRPr="00A82042" w:rsidRDefault="00A82042" w:rsidP="00A82042">
                        <w:pPr>
                          <w:ind w:right="481"/>
                          <w:rPr>
                            <w:b/>
                            <w:lang w:eastAsia="ro-RO"/>
                          </w:rPr>
                        </w:pPr>
                      </w:p>
                    </w:tc>
                  </w:tr>
                </w:tbl>
                <w:p w:rsidR="00A82042" w:rsidRPr="00A82042" w:rsidRDefault="00A82042" w:rsidP="00A82042">
                  <w:pPr>
                    <w:ind w:right="481"/>
                    <w:rPr>
                      <w:b/>
                      <w:lang w:eastAsia="en-US"/>
                    </w:rPr>
                  </w:pPr>
                </w:p>
              </w:tc>
            </w:tr>
            <w:tr w:rsidR="00A82042" w:rsidRPr="00A82042" w:rsidTr="00A82042">
              <w:trPr>
                <w:trHeight w:val="80"/>
              </w:trPr>
              <w:tc>
                <w:tcPr>
                  <w:tcW w:w="10632" w:type="dxa"/>
                  <w:tcBorders>
                    <w:top w:val="nil"/>
                    <w:left w:val="nil"/>
                    <w:bottom w:val="nil"/>
                    <w:right w:val="single" w:sz="6" w:space="0" w:color="000000"/>
                  </w:tcBorders>
                </w:tcPr>
                <w:p w:rsidR="00A82042" w:rsidRPr="00A82042" w:rsidRDefault="00A82042" w:rsidP="00A82042">
                  <w:pPr>
                    <w:ind w:right="481"/>
                    <w:rPr>
                      <w:b/>
                      <w:lang w:eastAsia="en-US"/>
                    </w:rPr>
                  </w:pPr>
                </w:p>
              </w:tc>
            </w:tr>
          </w:tbl>
          <w:p w:rsidR="00A82042" w:rsidRPr="00A82042" w:rsidRDefault="00A82042" w:rsidP="00A82042">
            <w:pPr>
              <w:ind w:right="481"/>
              <w:rPr>
                <w:b/>
                <w:lang w:eastAsia="en-US"/>
              </w:rPr>
            </w:pPr>
          </w:p>
        </w:tc>
      </w:tr>
      <w:tr w:rsidR="00A82042" w:rsidRPr="00A82042" w:rsidTr="00A82042">
        <w:trPr>
          <w:trHeight w:val="1366"/>
        </w:trPr>
        <w:tc>
          <w:tcPr>
            <w:tcW w:w="10632" w:type="dxa"/>
            <w:gridSpan w:val="3"/>
            <w:tcBorders>
              <w:top w:val="nil"/>
              <w:left w:val="nil"/>
              <w:bottom w:val="nil"/>
              <w:right w:val="nil"/>
            </w:tcBorders>
          </w:tcPr>
          <w:p w:rsidR="004C7668" w:rsidRPr="00A82042" w:rsidRDefault="00A82042" w:rsidP="00F302EB">
            <w:pPr>
              <w:tabs>
                <w:tab w:val="left" w:pos="10275"/>
              </w:tabs>
              <w:jc w:val="both"/>
              <w:rPr>
                <w:lang w:eastAsia="en-US"/>
              </w:rPr>
            </w:pPr>
            <w:r w:rsidRPr="00A82042">
              <w:rPr>
                <w:b/>
                <w:lang w:eastAsia="en-US"/>
              </w:rPr>
              <w:t>C.</w:t>
            </w:r>
            <w:r w:rsidRPr="00A82042">
              <w:rPr>
                <w:lang w:eastAsia="en-US"/>
              </w:rPr>
              <w:t xml:space="preserve"> …………………………………………(numele şi statutul juridic al beneficiarului), solicitant de finanțare pentru operațiunea menționată mai sus, la…………………………………….. ………………………(</w:t>
            </w:r>
            <w:r w:rsidRPr="00A82042">
              <w:rPr>
                <w:i/>
                <w:lang w:eastAsia="en-US"/>
              </w:rPr>
              <w:t>numele Autorității de Management</w:t>
            </w:r>
            <w:r w:rsidRPr="00A82042">
              <w:rPr>
                <w:lang w:eastAsia="en-US"/>
              </w:rPr>
              <w:t>), în conformitate cu prevederile Legii nr. 227/2015 privind Codul fiscal, cu modificările şi completările ulterioare (Codul fiscal), declar că mă încadrez în următoarea categorie de persoane din punct de vedere al regimului de TVA aplicabil:</w:t>
            </w:r>
          </w:p>
        </w:tc>
      </w:tr>
      <w:tr w:rsidR="00A82042" w:rsidRPr="00A82042" w:rsidTr="00A82042">
        <w:trPr>
          <w:trHeight w:val="282"/>
        </w:trPr>
        <w:tc>
          <w:tcPr>
            <w:tcW w:w="10632" w:type="dxa"/>
            <w:gridSpan w:val="3"/>
            <w:tcBorders>
              <w:top w:val="nil"/>
              <w:left w:val="nil"/>
              <w:bottom w:val="nil"/>
              <w:right w:val="nil"/>
            </w:tcBorders>
          </w:tcPr>
          <w:p w:rsidR="00A82042" w:rsidRPr="00A82042" w:rsidRDefault="00A82042" w:rsidP="00F302EB">
            <w:pPr>
              <w:jc w:val="both"/>
              <w:rPr>
                <w:lang w:eastAsia="en-US"/>
              </w:rPr>
            </w:pPr>
          </w:p>
        </w:tc>
      </w:tr>
      <w:tr w:rsidR="00A82042" w:rsidRPr="00A82042" w:rsidTr="00A82042">
        <w:trPr>
          <w:trHeight w:val="267"/>
        </w:trPr>
        <w:tc>
          <w:tcPr>
            <w:tcW w:w="10632" w:type="dxa"/>
            <w:gridSpan w:val="3"/>
            <w:tcBorders>
              <w:top w:val="nil"/>
              <w:left w:val="nil"/>
              <w:bottom w:val="nil"/>
              <w:right w:val="nil"/>
            </w:tcBorders>
          </w:tcPr>
          <w:p w:rsidR="00A82042" w:rsidRPr="00A82042" w:rsidRDefault="00A82042" w:rsidP="00F302EB">
            <w:pPr>
              <w:jc w:val="both"/>
              <w:rPr>
                <w:lang w:eastAsia="en-US"/>
              </w:rPr>
            </w:pPr>
            <w:r w:rsidRPr="00A82042">
              <w:rPr>
                <w:lang w:eastAsia="en-US"/>
              </w:rPr>
              <w:t>a) [ ] persoană neînregistrată în scopuri de TVA, conform Codului Fiscal</w:t>
            </w:r>
          </w:p>
        </w:tc>
      </w:tr>
      <w:tr w:rsidR="00A82042" w:rsidRPr="00A82042" w:rsidTr="00A82042">
        <w:trPr>
          <w:trHeight w:val="549"/>
        </w:trPr>
        <w:tc>
          <w:tcPr>
            <w:tcW w:w="10632" w:type="dxa"/>
            <w:gridSpan w:val="3"/>
            <w:tcBorders>
              <w:top w:val="nil"/>
              <w:left w:val="nil"/>
              <w:bottom w:val="nil"/>
              <w:right w:val="nil"/>
            </w:tcBorders>
          </w:tcPr>
          <w:p w:rsidR="00A82042" w:rsidRPr="00A82042" w:rsidRDefault="00A82042" w:rsidP="00F302EB">
            <w:pPr>
              <w:jc w:val="both"/>
              <w:rPr>
                <w:lang w:eastAsia="en-US"/>
              </w:rPr>
            </w:pPr>
            <w:r w:rsidRPr="00A82042">
              <w:rPr>
                <w:lang w:eastAsia="en-US"/>
              </w:rPr>
              <w:t>b) [ ] persoană înregistrată în scopuri de TVA, conform Codului Fiscal</w:t>
            </w:r>
          </w:p>
          <w:p w:rsidR="00A82042" w:rsidRPr="00A82042" w:rsidRDefault="00A82042" w:rsidP="00F302EB">
            <w:pPr>
              <w:jc w:val="both"/>
              <w:rPr>
                <w:lang w:eastAsia="en-US"/>
              </w:rPr>
            </w:pPr>
          </w:p>
        </w:tc>
      </w:tr>
      <w:tr w:rsidR="00A82042" w:rsidRPr="00A82042" w:rsidTr="00A82042">
        <w:trPr>
          <w:trHeight w:val="1633"/>
        </w:trPr>
        <w:tc>
          <w:tcPr>
            <w:tcW w:w="10632" w:type="dxa"/>
            <w:gridSpan w:val="3"/>
            <w:tcBorders>
              <w:top w:val="nil"/>
              <w:left w:val="nil"/>
              <w:bottom w:val="nil"/>
              <w:right w:val="nil"/>
            </w:tcBorders>
          </w:tcPr>
          <w:p w:rsidR="00A82042" w:rsidRPr="00A82042" w:rsidRDefault="00A82042" w:rsidP="00F302EB">
            <w:pPr>
              <w:jc w:val="both"/>
              <w:rPr>
                <w:lang w:eastAsia="en-US"/>
              </w:rPr>
            </w:pPr>
            <w:r w:rsidRPr="00A82042">
              <w:rPr>
                <w:b/>
                <w:lang w:eastAsia="en-US"/>
              </w:rPr>
              <w:t>D</w:t>
            </w:r>
            <w:r w:rsidRPr="00A82042">
              <w:rPr>
                <w:lang w:eastAsia="en-US"/>
              </w:rPr>
              <w:t>. ……………………………………………………………………(numele şi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A82042" w:rsidRPr="00A82042" w:rsidTr="00A82042">
        <w:trPr>
          <w:trHeight w:val="267"/>
        </w:trPr>
        <w:tc>
          <w:tcPr>
            <w:tcW w:w="1825" w:type="dxa"/>
            <w:tcBorders>
              <w:top w:val="nil"/>
              <w:left w:val="nil"/>
              <w:bottom w:val="single" w:sz="6" w:space="0" w:color="000000"/>
              <w:right w:val="nil"/>
            </w:tcBorders>
          </w:tcPr>
          <w:p w:rsidR="00A82042" w:rsidRPr="00A82042" w:rsidRDefault="00A82042" w:rsidP="00A82042">
            <w:pPr>
              <w:ind w:right="481"/>
              <w:rPr>
                <w:lang w:eastAsia="en-US"/>
              </w:rPr>
            </w:pPr>
          </w:p>
        </w:tc>
        <w:tc>
          <w:tcPr>
            <w:tcW w:w="4487" w:type="dxa"/>
            <w:tcBorders>
              <w:top w:val="nil"/>
              <w:left w:val="nil"/>
              <w:bottom w:val="single" w:sz="6" w:space="0" w:color="000000"/>
              <w:right w:val="nil"/>
            </w:tcBorders>
          </w:tcPr>
          <w:p w:rsidR="00A82042" w:rsidRPr="00A82042" w:rsidRDefault="00A82042" w:rsidP="00A82042">
            <w:pPr>
              <w:ind w:right="481"/>
              <w:rPr>
                <w:lang w:eastAsia="en-US"/>
              </w:rPr>
            </w:pPr>
          </w:p>
        </w:tc>
        <w:tc>
          <w:tcPr>
            <w:tcW w:w="4320" w:type="dxa"/>
            <w:tcBorders>
              <w:top w:val="nil"/>
              <w:left w:val="nil"/>
              <w:bottom w:val="single" w:sz="6" w:space="0" w:color="000000"/>
              <w:right w:val="nil"/>
            </w:tcBorders>
          </w:tcPr>
          <w:p w:rsidR="00A82042" w:rsidRPr="00A82042" w:rsidRDefault="00A82042" w:rsidP="00A82042">
            <w:pPr>
              <w:ind w:right="481"/>
              <w:rPr>
                <w:lang w:eastAsia="en-US"/>
              </w:rPr>
            </w:pPr>
          </w:p>
        </w:tc>
      </w:tr>
      <w:tr w:rsidR="00A82042" w:rsidRPr="00A82042" w:rsidTr="00A82042">
        <w:trPr>
          <w:trHeight w:val="549"/>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jc w:val="center"/>
              <w:rPr>
                <w:lang w:eastAsia="en-US"/>
              </w:rPr>
            </w:pPr>
            <w:r w:rsidRPr="00A82042">
              <w:rPr>
                <w:lang w:eastAsia="en-US"/>
              </w:rPr>
              <w:t>Nr. crt.</w:t>
            </w: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jc w:val="center"/>
              <w:rPr>
                <w:lang w:eastAsia="en-US"/>
              </w:rPr>
            </w:pPr>
            <w:r w:rsidRPr="00A82042">
              <w:rPr>
                <w:lang w:eastAsia="en-US"/>
              </w:rPr>
              <w:t>Achiziția</w:t>
            </w: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jc w:val="center"/>
              <w:rPr>
                <w:lang w:eastAsia="en-US"/>
              </w:rPr>
            </w:pPr>
            <w:r w:rsidRPr="00A82042">
              <w:rPr>
                <w:lang w:eastAsia="en-US"/>
              </w:rPr>
              <w:t>Scopul achiziției/Activitatea prevăzută în cadrul proiectului1</w:t>
            </w:r>
          </w:p>
        </w:tc>
      </w:tr>
      <w:tr w:rsidR="00A82042" w:rsidRPr="00A82042" w:rsidTr="00A82042">
        <w:trPr>
          <w:trHeight w:val="267"/>
        </w:trPr>
        <w:tc>
          <w:tcPr>
            <w:tcW w:w="10632" w:type="dxa"/>
            <w:gridSpan w:val="3"/>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r w:rsidRPr="00A82042">
              <w:rPr>
                <w:lang w:eastAsia="en-US"/>
              </w:rPr>
              <w:t>    1) Atenție! Se va completa cu aceleași informații corespunzătoare din cererea de finanțare.</w:t>
            </w:r>
          </w:p>
        </w:tc>
      </w:tr>
      <w:tr w:rsidR="00A82042" w:rsidRPr="00A82042" w:rsidTr="00A82042">
        <w:trPr>
          <w:trHeight w:val="282"/>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82"/>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bl>
    <w:p w:rsidR="00A82042" w:rsidRPr="00A82042" w:rsidRDefault="00A82042" w:rsidP="00A82042">
      <w:pPr>
        <w:shd w:val="clear" w:color="auto" w:fill="FFFFFF"/>
        <w:ind w:right="481"/>
        <w:rPr>
          <w:lang w:eastAsia="en-US"/>
        </w:rPr>
      </w:pPr>
    </w:p>
    <w:tbl>
      <w:tblPr>
        <w:tblW w:w="10065"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814"/>
        <w:gridCol w:w="1614"/>
        <w:gridCol w:w="3125"/>
        <w:gridCol w:w="2512"/>
      </w:tblGrid>
      <w:tr w:rsidR="00A82042" w:rsidRPr="00A82042" w:rsidTr="00A82042">
        <w:trPr>
          <w:trHeight w:val="236"/>
        </w:trPr>
        <w:tc>
          <w:tcPr>
            <w:tcW w:w="2814" w:type="dxa"/>
            <w:tcBorders>
              <w:top w:val="nil"/>
              <w:left w:val="nil"/>
              <w:bottom w:val="nil"/>
              <w:right w:val="single" w:sz="6" w:space="0" w:color="000000"/>
            </w:tcBorders>
          </w:tcPr>
          <w:p w:rsidR="00A82042" w:rsidRPr="00A82042" w:rsidRDefault="00A82042" w:rsidP="00A82042">
            <w:pPr>
              <w:ind w:right="481"/>
              <w:rPr>
                <w:lang w:eastAsia="en-US"/>
              </w:rPr>
            </w:pPr>
            <w:r w:rsidRPr="00A82042">
              <w:rPr>
                <w:lang w:eastAsia="en-US"/>
              </w:rPr>
              <w:t>    Numele şi prenumele*):</w:t>
            </w:r>
          </w:p>
        </w:tc>
        <w:tc>
          <w:tcPr>
            <w:tcW w:w="1614"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3125" w:type="dxa"/>
            <w:tcBorders>
              <w:top w:val="nil"/>
              <w:left w:val="single" w:sz="6" w:space="0" w:color="000000"/>
              <w:bottom w:val="nil"/>
              <w:right w:val="single" w:sz="6" w:space="0" w:color="000000"/>
            </w:tcBorders>
          </w:tcPr>
          <w:p w:rsidR="00A82042" w:rsidRPr="00A82042" w:rsidRDefault="00FD09F3" w:rsidP="00FD09F3">
            <w:pPr>
              <w:ind w:right="481"/>
              <w:rPr>
                <w:lang w:eastAsia="en-US"/>
              </w:rPr>
            </w:pPr>
            <w:r>
              <w:rPr>
                <w:lang w:eastAsia="en-US"/>
              </w:rPr>
              <w:t>                              Semnătura</w:t>
            </w:r>
          </w:p>
        </w:tc>
        <w:tc>
          <w:tcPr>
            <w:tcW w:w="2512" w:type="dxa"/>
            <w:tcBorders>
              <w:top w:val="single" w:sz="6" w:space="0" w:color="000000"/>
              <w:left w:val="single" w:sz="6" w:space="0" w:color="000000"/>
              <w:bottom w:val="nil"/>
              <w:right w:val="single" w:sz="6" w:space="0" w:color="000000"/>
            </w:tcBorders>
          </w:tcPr>
          <w:p w:rsidR="00A82042" w:rsidRPr="00A82042" w:rsidRDefault="00A82042" w:rsidP="00A82042">
            <w:pPr>
              <w:ind w:right="481"/>
              <w:rPr>
                <w:lang w:eastAsia="en-US"/>
              </w:rPr>
            </w:pPr>
          </w:p>
        </w:tc>
      </w:tr>
      <w:tr w:rsidR="00A82042" w:rsidRPr="00A82042" w:rsidTr="00A82042">
        <w:trPr>
          <w:trHeight w:val="249"/>
        </w:trPr>
        <w:tc>
          <w:tcPr>
            <w:tcW w:w="2814" w:type="dxa"/>
            <w:tcBorders>
              <w:top w:val="nil"/>
              <w:left w:val="nil"/>
              <w:bottom w:val="nil"/>
              <w:right w:val="single" w:sz="6" w:space="0" w:color="000000"/>
            </w:tcBorders>
          </w:tcPr>
          <w:p w:rsidR="00A82042" w:rsidRPr="00A82042" w:rsidRDefault="00A82042" w:rsidP="00A82042">
            <w:pPr>
              <w:ind w:right="481"/>
              <w:rPr>
                <w:lang w:eastAsia="en-US"/>
              </w:rPr>
            </w:pPr>
            <w:r w:rsidRPr="00A82042">
              <w:rPr>
                <w:lang w:eastAsia="en-US"/>
              </w:rPr>
              <w:t>    Funcția:</w:t>
            </w:r>
          </w:p>
        </w:tc>
        <w:tc>
          <w:tcPr>
            <w:tcW w:w="1614"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3125" w:type="dxa"/>
            <w:tcBorders>
              <w:top w:val="nil"/>
              <w:left w:val="single" w:sz="6" w:space="0" w:color="000000"/>
              <w:bottom w:val="nil"/>
              <w:right w:val="single" w:sz="6" w:space="0" w:color="000000"/>
            </w:tcBorders>
          </w:tcPr>
          <w:p w:rsidR="00A82042" w:rsidRPr="00A82042" w:rsidRDefault="00A82042" w:rsidP="00A82042">
            <w:pPr>
              <w:ind w:right="481"/>
              <w:rPr>
                <w:lang w:eastAsia="en-US"/>
              </w:rPr>
            </w:pPr>
            <w:r w:rsidRPr="00A82042">
              <w:rPr>
                <w:lang w:eastAsia="en-US"/>
              </w:rPr>
              <w:t>                       </w:t>
            </w:r>
          </w:p>
        </w:tc>
        <w:tc>
          <w:tcPr>
            <w:tcW w:w="2512" w:type="dxa"/>
            <w:tcBorders>
              <w:top w:val="nil"/>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36"/>
        </w:trPr>
        <w:tc>
          <w:tcPr>
            <w:tcW w:w="2814" w:type="dxa"/>
            <w:tcBorders>
              <w:top w:val="nil"/>
              <w:left w:val="nil"/>
              <w:bottom w:val="nil"/>
              <w:right w:val="nil"/>
            </w:tcBorders>
          </w:tcPr>
          <w:p w:rsidR="00A82042" w:rsidRPr="00A82042" w:rsidRDefault="00A82042" w:rsidP="00A82042">
            <w:pPr>
              <w:ind w:right="481"/>
              <w:rPr>
                <w:lang w:eastAsia="en-US"/>
              </w:rPr>
            </w:pPr>
            <w:r w:rsidRPr="00A82042">
              <w:rPr>
                <w:lang w:eastAsia="en-US"/>
              </w:rPr>
              <w:t>_____________</w:t>
            </w:r>
          </w:p>
        </w:tc>
        <w:tc>
          <w:tcPr>
            <w:tcW w:w="1614" w:type="dxa"/>
            <w:tcBorders>
              <w:top w:val="single" w:sz="6" w:space="0" w:color="000000"/>
              <w:left w:val="nil"/>
              <w:bottom w:val="nil"/>
              <w:right w:val="nil"/>
            </w:tcBorders>
          </w:tcPr>
          <w:p w:rsidR="00A82042" w:rsidRPr="00A82042" w:rsidRDefault="00A82042" w:rsidP="00A82042">
            <w:pPr>
              <w:ind w:right="481"/>
              <w:rPr>
                <w:lang w:eastAsia="en-US"/>
              </w:rPr>
            </w:pPr>
          </w:p>
        </w:tc>
        <w:tc>
          <w:tcPr>
            <w:tcW w:w="3125" w:type="dxa"/>
            <w:tcBorders>
              <w:top w:val="nil"/>
              <w:left w:val="nil"/>
              <w:bottom w:val="nil"/>
              <w:right w:val="nil"/>
            </w:tcBorders>
          </w:tcPr>
          <w:p w:rsidR="00A82042" w:rsidRPr="00A82042" w:rsidRDefault="00A82042" w:rsidP="00A82042">
            <w:pPr>
              <w:ind w:right="481"/>
              <w:rPr>
                <w:lang w:eastAsia="en-US"/>
              </w:rPr>
            </w:pPr>
          </w:p>
        </w:tc>
        <w:tc>
          <w:tcPr>
            <w:tcW w:w="2512" w:type="dxa"/>
            <w:tcBorders>
              <w:top w:val="single" w:sz="6" w:space="0" w:color="000000"/>
              <w:left w:val="nil"/>
              <w:bottom w:val="nil"/>
              <w:right w:val="nil"/>
            </w:tcBorders>
          </w:tcPr>
          <w:p w:rsidR="00A82042" w:rsidRPr="00A82042" w:rsidRDefault="00A82042" w:rsidP="00A82042">
            <w:pPr>
              <w:ind w:right="481"/>
              <w:rPr>
                <w:lang w:eastAsia="en-US"/>
              </w:rPr>
            </w:pPr>
          </w:p>
        </w:tc>
      </w:tr>
      <w:tr w:rsidR="00A82042" w:rsidRPr="00A82042" w:rsidTr="00A82042">
        <w:trPr>
          <w:trHeight w:val="236"/>
        </w:trPr>
        <w:tc>
          <w:tcPr>
            <w:tcW w:w="10065" w:type="dxa"/>
            <w:gridSpan w:val="4"/>
            <w:tcBorders>
              <w:top w:val="nil"/>
              <w:left w:val="nil"/>
              <w:bottom w:val="nil"/>
              <w:right w:val="nil"/>
            </w:tcBorders>
          </w:tcPr>
          <w:p w:rsidR="00A82042" w:rsidRDefault="00A82042" w:rsidP="00A82042">
            <w:pPr>
              <w:ind w:right="481"/>
              <w:rPr>
                <w:lang w:eastAsia="en-US"/>
              </w:rPr>
            </w:pPr>
            <w:r w:rsidRPr="00A82042">
              <w:rPr>
                <w:lang w:eastAsia="en-US"/>
              </w:rPr>
              <w:t xml:space="preserve">  </w:t>
            </w:r>
          </w:p>
          <w:p w:rsidR="00A82042" w:rsidRPr="00A82042" w:rsidRDefault="00A82042" w:rsidP="00A82042">
            <w:pPr>
              <w:ind w:right="481"/>
              <w:rPr>
                <w:lang w:eastAsia="en-US"/>
              </w:rPr>
            </w:pPr>
            <w:r w:rsidRPr="00A82042">
              <w:rPr>
                <w:lang w:eastAsia="en-US"/>
              </w:rPr>
              <w:t>  *) Se va completa de către reprezentantul legal al solicitantului sau o persoană abilitată să reprezinte solicitantul.</w:t>
            </w:r>
          </w:p>
        </w:tc>
      </w:tr>
    </w:tbl>
    <w:p w:rsidR="00E31672" w:rsidRDefault="00E31672" w:rsidP="00A82042"/>
    <w:sectPr w:rsidR="00E31672"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F07" w:rsidRDefault="00DD7F07">
      <w:r>
        <w:separator/>
      </w:r>
    </w:p>
  </w:endnote>
  <w:endnote w:type="continuationSeparator" w:id="0">
    <w:p w:rsidR="00DD7F07" w:rsidRDefault="00DD7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2AFF" w:usb1="4000ACF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27C" w:rsidRDefault="008B327C">
    <w:pPr>
      <w:pStyle w:val="Subs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E92A4E"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E92A4E">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F07" w:rsidRDefault="00DD7F07">
      <w:r>
        <w:separator/>
      </w:r>
    </w:p>
  </w:footnote>
  <w:footnote w:type="continuationSeparator" w:id="0">
    <w:p w:rsidR="00DD7F07" w:rsidRDefault="00DD7F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27C" w:rsidRDefault="008B327C">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315954" o:spid="_x0000_s2050" type="#_x0000_t136" style="position:absolute;margin-left:0;margin-top:0;width:561.15pt;height:112.2pt;rotation:315;z-index:-251648000;mso-position-horizontal:center;mso-position-horizontal-relative:margin;mso-position-vertical:center;mso-position-vertical-relative:margin" o:allowincell="f" fillcolor="silver" stroked="f">
          <v:fill opacity=".5"/>
          <v:textpath style="font-family:&quot;Calibri&quot;;font-size:1pt" string="GHID CONSULTATIV"/>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8B327C">
    <w:pPr>
      <w:pStyle w:val="Antet"/>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315955" o:spid="_x0000_s2051" type="#_x0000_t136" style="position:absolute;margin-left:0;margin-top:0;width:561.15pt;height:112.2pt;rotation:315;z-index:-251645952;mso-position-horizontal:center;mso-position-horizontal-relative:margin;mso-position-vertical:center;mso-position-vertical-relative:margin" o:allowincell="f" fillcolor="silver" stroked="f">
          <v:fill opacity=".5"/>
          <v:textpath style="font-family:&quot;Calibri&quot;;font-size:1pt" string="GHID CONSULTATIV"/>
        </v:shape>
      </w:pict>
    </w:r>
    <w:r w:rsidR="00E92A4E"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8B327C">
    <w:pPr>
      <w:pStyle w:val="Antet"/>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315953" o:spid="_x0000_s2049" type="#_x0000_t136" style="position:absolute;margin-left:0;margin-top:0;width:561.15pt;height:112.2pt;rotation:315;z-index:-251650048;mso-position-horizontal:center;mso-position-horizontal-relative:margin;mso-position-vertical:center;mso-position-vertical-relative:margin" o:allowincell="f" fillcolor="silver" stroked="f">
          <v:fill opacity=".5"/>
          <v:textpath style="font-family:&quot;Calibri&quot;;font-size:1pt" string="GHID CONSULTATIV"/>
        </v:shape>
      </w:pict>
    </w:r>
    <w:r w:rsidR="00E92A4E">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E92A4E">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E92A4E">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80850"/>
    <w:rsid w:val="0009018B"/>
    <w:rsid w:val="00094830"/>
    <w:rsid w:val="000A08B2"/>
    <w:rsid w:val="000C2AAE"/>
    <w:rsid w:val="000F1151"/>
    <w:rsid w:val="001175F2"/>
    <w:rsid w:val="001357F6"/>
    <w:rsid w:val="00144BFD"/>
    <w:rsid w:val="00183F78"/>
    <w:rsid w:val="001A5298"/>
    <w:rsid w:val="001E7D06"/>
    <w:rsid w:val="002B3BB9"/>
    <w:rsid w:val="002E07E9"/>
    <w:rsid w:val="002F1246"/>
    <w:rsid w:val="00351F71"/>
    <w:rsid w:val="00376CFE"/>
    <w:rsid w:val="003E2E03"/>
    <w:rsid w:val="00474F02"/>
    <w:rsid w:val="004C7668"/>
    <w:rsid w:val="00523BEA"/>
    <w:rsid w:val="005A6B00"/>
    <w:rsid w:val="005C21C9"/>
    <w:rsid w:val="005C7AFF"/>
    <w:rsid w:val="00643AC4"/>
    <w:rsid w:val="006B05D6"/>
    <w:rsid w:val="006B79B9"/>
    <w:rsid w:val="006F14B9"/>
    <w:rsid w:val="006F484F"/>
    <w:rsid w:val="007209E0"/>
    <w:rsid w:val="00754551"/>
    <w:rsid w:val="007A69A6"/>
    <w:rsid w:val="007C403D"/>
    <w:rsid w:val="00851382"/>
    <w:rsid w:val="0088290B"/>
    <w:rsid w:val="008B327C"/>
    <w:rsid w:val="008C26CE"/>
    <w:rsid w:val="008E7688"/>
    <w:rsid w:val="00936CF8"/>
    <w:rsid w:val="0095716B"/>
    <w:rsid w:val="009F711B"/>
    <w:rsid w:val="00A06DE4"/>
    <w:rsid w:val="00A82042"/>
    <w:rsid w:val="00AE4990"/>
    <w:rsid w:val="00B15233"/>
    <w:rsid w:val="00BD3175"/>
    <w:rsid w:val="00C05C7A"/>
    <w:rsid w:val="00C4327B"/>
    <w:rsid w:val="00C82AD1"/>
    <w:rsid w:val="00C916A3"/>
    <w:rsid w:val="00CC6C98"/>
    <w:rsid w:val="00D22014"/>
    <w:rsid w:val="00D94812"/>
    <w:rsid w:val="00DD113C"/>
    <w:rsid w:val="00DD7F07"/>
    <w:rsid w:val="00DF50B1"/>
    <w:rsid w:val="00E31672"/>
    <w:rsid w:val="00E753B1"/>
    <w:rsid w:val="00E92A4E"/>
    <w:rsid w:val="00EF25AA"/>
    <w:rsid w:val="00EF6CD7"/>
    <w:rsid w:val="00F12E7F"/>
    <w:rsid w:val="00F302EB"/>
    <w:rsid w:val="00FD09F3"/>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EBC9B35D-4709-4C75-B2AA-A05AEEF9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09692-A7CB-4F55-B423-AAC194AAB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Pages>
  <Words>337</Words>
  <Characters>1923</Characters>
  <Application>Microsoft Office Word</Application>
  <DocSecurity>0</DocSecurity>
  <Lines>16</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2256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4</cp:revision>
  <cp:lastPrinted>2022-03-29T08:07:00Z</cp:lastPrinted>
  <dcterms:created xsi:type="dcterms:W3CDTF">2023-09-14T06:07:00Z</dcterms:created>
  <dcterms:modified xsi:type="dcterms:W3CDTF">2023-09-14T06:25:00Z</dcterms:modified>
</cp:coreProperties>
</file>